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5D2AA31E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9751F9">
        <w:trPr>
          <w:trHeight w:val="596"/>
        </w:trPr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22C16619" w:rsidR="00F1480E" w:rsidRPr="005404CB" w:rsidRDefault="0090363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AB541F" w:rsidRPr="009751F9">
              <w:rPr>
                <w:rStyle w:val="SITemporaryText-blue"/>
              </w:rPr>
              <w:t>X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2E3C57C" w:rsidR="00F1480E" w:rsidRPr="005404CB" w:rsidRDefault="00A3135C">
            <w:pPr>
              <w:pStyle w:val="SIUNITCODE"/>
            </w:pPr>
            <w:r>
              <w:t>AHCPER</w:t>
            </w:r>
            <w:r w:rsidR="005D0854">
              <w:t>3</w:t>
            </w:r>
            <w:r w:rsidR="004F49B5">
              <w:t>X2</w:t>
            </w:r>
          </w:p>
        </w:tc>
        <w:tc>
          <w:tcPr>
            <w:tcW w:w="3604" w:type="pct"/>
            <w:shd w:val="clear" w:color="auto" w:fill="auto"/>
          </w:tcPr>
          <w:p w14:paraId="01D80964" w14:textId="430A8260" w:rsidR="00F1480E" w:rsidRPr="005404CB" w:rsidRDefault="00B94E99">
            <w:pPr>
              <w:pStyle w:val="SIUnittitle"/>
            </w:pPr>
            <w:r w:rsidRPr="00B94E99">
              <w:t xml:space="preserve">Use </w:t>
            </w:r>
            <w:r w:rsidR="00DC4DAC">
              <w:t xml:space="preserve">characteristics of </w:t>
            </w:r>
            <w:r w:rsidR="0079368E">
              <w:t xml:space="preserve">plant </w:t>
            </w:r>
            <w:r w:rsidR="00C12D17">
              <w:t xml:space="preserve">resilience </w:t>
            </w:r>
            <w:r w:rsidRPr="00B94E99">
              <w:t>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06D5B" w14:textId="70769529" w:rsidR="00B94E99" w:rsidRPr="00B94E99" w:rsidRDefault="00B94E99" w:rsidP="00B94E99">
            <w:r w:rsidRPr="00B94E99">
              <w:t xml:space="preserve">This unit of competency describes the skills and knowledge required to </w:t>
            </w:r>
            <w:proofErr w:type="gramStart"/>
            <w:r w:rsidR="00E36A53">
              <w:t>use</w:t>
            </w:r>
            <w:r w:rsidR="0079368E">
              <w:t xml:space="preserve"> </w:t>
            </w:r>
            <w:r w:rsidRPr="00B94E99">
              <w:t xml:space="preserve"> </w:t>
            </w:r>
            <w:r w:rsidR="00DC4DAC">
              <w:t>the</w:t>
            </w:r>
            <w:proofErr w:type="gramEnd"/>
            <w:r w:rsidR="00DC4DAC">
              <w:t xml:space="preserve"> characteristics of </w:t>
            </w:r>
            <w:r w:rsidR="00C12D17">
              <w:t>plant</w:t>
            </w:r>
            <w:r w:rsidR="0079368E">
              <w:t xml:space="preserve"> resilience </w:t>
            </w:r>
            <w:r w:rsidRPr="00B94E99">
              <w:t>in a permaculture system</w:t>
            </w:r>
            <w:r w:rsidR="00E36A53">
              <w:t xml:space="preserve">, </w:t>
            </w:r>
            <w:r w:rsidRPr="00B94E99">
              <w:t>includ</w:t>
            </w:r>
            <w:r w:rsidR="00E36A53">
              <w:t xml:space="preserve">ing controlling resilient plant species and plants deemed weeds through </w:t>
            </w:r>
            <w:r w:rsidRPr="00B94E99">
              <w:t xml:space="preserve">succession </w:t>
            </w:r>
            <w:r w:rsidR="00E36A53">
              <w:t xml:space="preserve">and harvesting </w:t>
            </w:r>
            <w:r w:rsidRPr="00B94E99">
              <w:t>in a permaculture system</w:t>
            </w:r>
            <w:r w:rsidR="00E36A53">
              <w:t>.</w:t>
            </w:r>
          </w:p>
          <w:p w14:paraId="51F81545" w14:textId="77777777" w:rsidR="00B94E99" w:rsidRDefault="00B94E99" w:rsidP="00B94E99"/>
          <w:p w14:paraId="49503E33" w14:textId="04C981C5" w:rsidR="00B94E99" w:rsidRPr="00B94E99" w:rsidRDefault="00CE1841" w:rsidP="00B94E99">
            <w:r>
              <w:t>The</w:t>
            </w:r>
            <w:r w:rsidRPr="00B94E99">
              <w:t xml:space="preserve"> </w:t>
            </w:r>
            <w:r w:rsidR="00B94E99" w:rsidRPr="00B94E99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B94E99" w:rsidRPr="00B94E99">
              <w:t>allocation</w:t>
            </w:r>
            <w:proofErr w:type="gramEnd"/>
            <w:r w:rsidR="00B94E99" w:rsidRPr="00B94E99">
              <w:t xml:space="preserve"> and use of available resources.</w:t>
            </w:r>
          </w:p>
          <w:p w14:paraId="13DCEDBF" w14:textId="77777777" w:rsidR="00B94E99" w:rsidRDefault="00B94E99" w:rsidP="00B94E99"/>
          <w:p w14:paraId="22C15BCD" w14:textId="1201B4C1" w:rsidR="00373436" w:rsidRPr="000754EC" w:rsidRDefault="00B94E99" w:rsidP="00D36C9F">
            <w:r w:rsidRPr="00B94E99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173DD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7C68FE8" w:rsidR="004173DD" w:rsidRPr="004173DD" w:rsidRDefault="00292AA3">
            <w:pPr>
              <w:pStyle w:val="SIText"/>
            </w:pPr>
            <w:r>
              <w:t>1. Conduct observations of resilient plants for a permaculture site</w:t>
            </w:r>
          </w:p>
        </w:tc>
        <w:tc>
          <w:tcPr>
            <w:tcW w:w="3604" w:type="pct"/>
            <w:shd w:val="clear" w:color="auto" w:fill="auto"/>
          </w:tcPr>
          <w:p w14:paraId="7EB7ED6C" w14:textId="025AFD05" w:rsidR="00292AA3" w:rsidRPr="00292AA3" w:rsidRDefault="00292AA3" w:rsidP="00292AA3">
            <w:r w:rsidRPr="004173DD">
              <w:t>1.</w:t>
            </w:r>
            <w:r>
              <w:t>1</w:t>
            </w:r>
            <w:r w:rsidRPr="004173DD">
              <w:t xml:space="preserve"> </w:t>
            </w:r>
            <w:r>
              <w:t>I</w:t>
            </w:r>
            <w:r w:rsidRPr="00292AA3">
              <w:t>dentify resilient plant species and record in field notes</w:t>
            </w:r>
            <w:r>
              <w:t xml:space="preserve"> for permaculture site</w:t>
            </w:r>
          </w:p>
          <w:p w14:paraId="7FACE866" w14:textId="4491FE50" w:rsidR="004173DD" w:rsidRPr="004173DD" w:rsidRDefault="004173DD" w:rsidP="004173DD">
            <w:r w:rsidRPr="004173DD">
              <w:t>1.</w:t>
            </w:r>
            <w:r w:rsidR="00292AA3">
              <w:t>2</w:t>
            </w:r>
            <w:r w:rsidRPr="004173DD">
              <w:t xml:space="preserve"> Assess scope and size of </w:t>
            </w:r>
            <w:r w:rsidR="0079368E">
              <w:t xml:space="preserve">resilient </w:t>
            </w:r>
            <w:r w:rsidRPr="004173DD">
              <w:t>plant population</w:t>
            </w:r>
            <w:r w:rsidR="00292AA3">
              <w:t>s</w:t>
            </w:r>
          </w:p>
          <w:p w14:paraId="275C9A07" w14:textId="46942493" w:rsidR="004173DD" w:rsidRPr="004173DD" w:rsidRDefault="004173DD" w:rsidP="004173DD">
            <w:r w:rsidRPr="004173DD">
              <w:t>1.</w:t>
            </w:r>
            <w:r w:rsidR="00292AA3">
              <w:t>3</w:t>
            </w:r>
            <w:r w:rsidRPr="004173DD">
              <w:t xml:space="preserve"> Investigate soil</w:t>
            </w:r>
            <w:r w:rsidR="00A87D7B">
              <w:t xml:space="preserve"> characteristics, </w:t>
            </w:r>
            <w:r w:rsidRPr="004173DD">
              <w:t xml:space="preserve">water availability and terrain of </w:t>
            </w:r>
            <w:r w:rsidR="0079368E">
              <w:t>site</w:t>
            </w:r>
          </w:p>
          <w:p w14:paraId="268DBF0F" w14:textId="76C03AC0" w:rsidR="004173DD" w:rsidRPr="004173DD" w:rsidRDefault="004173DD" w:rsidP="004173DD">
            <w:r w:rsidRPr="004173DD">
              <w:t>1.</w:t>
            </w:r>
            <w:r w:rsidR="00292AA3">
              <w:t>4</w:t>
            </w:r>
            <w:r w:rsidRPr="004173DD">
              <w:t xml:space="preserve"> Investigate history of land use and management strategies of site</w:t>
            </w:r>
          </w:p>
          <w:p w14:paraId="2A0EB79C" w14:textId="4D38F7A1" w:rsidR="0079368E" w:rsidRDefault="0079368E" w:rsidP="004173DD">
            <w:r>
              <w:t>1.5</w:t>
            </w:r>
            <w:r w:rsidR="00B376A3">
              <w:t xml:space="preserve"> Observe biological processes attributed to resilient plant species</w:t>
            </w:r>
          </w:p>
          <w:p w14:paraId="4B044429" w14:textId="5E3339A8" w:rsidR="004173DD" w:rsidRPr="004173DD" w:rsidRDefault="00B376A3">
            <w:r>
              <w:t xml:space="preserve">1.6 Record </w:t>
            </w:r>
            <w:r w:rsidR="00292AA3">
              <w:t>ident</w:t>
            </w:r>
            <w:r w:rsidR="00292AA3" w:rsidRPr="00292AA3">
              <w:t xml:space="preserve">ities </w:t>
            </w:r>
            <w:r w:rsidR="00292AA3">
              <w:t xml:space="preserve">and </w:t>
            </w:r>
            <w:r>
              <w:t>observations in field notes</w:t>
            </w:r>
          </w:p>
        </w:tc>
      </w:tr>
      <w:tr w:rsidR="00292AA3" w:rsidRPr="00963A46" w14:paraId="2EFB26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60FE2E" w14:textId="16228B35" w:rsidR="00292AA3" w:rsidRPr="004173DD" w:rsidRDefault="00292AA3">
            <w:pPr>
              <w:pStyle w:val="SIText"/>
            </w:pPr>
            <w:r>
              <w:t>2</w:t>
            </w:r>
            <w:r w:rsidRPr="004173DD">
              <w:t xml:space="preserve">. Assess the implications of </w:t>
            </w:r>
            <w:r>
              <w:t>resilient</w:t>
            </w:r>
            <w:r w:rsidRPr="004173DD">
              <w:t xml:space="preserve"> plants in </w:t>
            </w:r>
            <w:r>
              <w:t>permaculture</w:t>
            </w:r>
            <w:r w:rsidRPr="004173DD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6556D0F1" w14:textId="6F9716B5" w:rsidR="00292AA3" w:rsidRPr="00292AA3" w:rsidRDefault="00292AA3" w:rsidP="00292AA3">
            <w:r>
              <w:t xml:space="preserve">2.1 </w:t>
            </w:r>
            <w:r w:rsidRPr="00292AA3">
              <w:t>Identify beneficial characteristics of resilient plants for a permaculture system</w:t>
            </w:r>
          </w:p>
          <w:p w14:paraId="4E9A951A" w14:textId="244B0CEF" w:rsidR="00292AA3" w:rsidRPr="00292AA3" w:rsidRDefault="00292AA3" w:rsidP="00292AA3">
            <w:r>
              <w:t xml:space="preserve">2.2 </w:t>
            </w:r>
            <w:r w:rsidRPr="00292AA3">
              <w:t xml:space="preserve">Determine </w:t>
            </w:r>
            <w:r>
              <w:t xml:space="preserve">plant species and </w:t>
            </w:r>
            <w:r w:rsidRPr="00292AA3">
              <w:t xml:space="preserve">population density </w:t>
            </w:r>
            <w:r>
              <w:t xml:space="preserve">of resilient plants </w:t>
            </w:r>
            <w:r w:rsidRPr="00292AA3">
              <w:t>according to permaculture management plan</w:t>
            </w:r>
          </w:p>
          <w:p w14:paraId="1B56E156" w14:textId="23970758" w:rsidR="00292AA3" w:rsidRPr="00292AA3" w:rsidRDefault="00292AA3" w:rsidP="00292AA3">
            <w:r>
              <w:t xml:space="preserve">2.3 </w:t>
            </w:r>
            <w:r w:rsidRPr="00292AA3">
              <w:t xml:space="preserve">Determine plant population levels at which </w:t>
            </w:r>
            <w:r>
              <w:t>resilient</w:t>
            </w:r>
            <w:r w:rsidRPr="00292AA3">
              <w:t xml:space="preserve"> plant would be deemed a weed</w:t>
            </w:r>
          </w:p>
          <w:p w14:paraId="63041735" w14:textId="1ABC9F6A" w:rsidR="00292AA3" w:rsidRPr="004173DD" w:rsidRDefault="00292AA3">
            <w:r>
              <w:t xml:space="preserve">2.4 </w:t>
            </w:r>
            <w:r w:rsidRPr="004173DD">
              <w:t xml:space="preserve">Obtain professional advice </w:t>
            </w:r>
            <w:r>
              <w:t>to support determinations</w:t>
            </w:r>
          </w:p>
        </w:tc>
      </w:tr>
      <w:tr w:rsidR="004173DD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D18DD17" w:rsidR="004173DD" w:rsidRPr="004173DD" w:rsidRDefault="00AA6A2B">
            <w:pPr>
              <w:pStyle w:val="SIText"/>
            </w:pPr>
            <w:r>
              <w:t>3</w:t>
            </w:r>
            <w:r w:rsidR="004173DD" w:rsidRPr="004173DD">
              <w:t xml:space="preserve">. Plan the implementation of permaculture </w:t>
            </w:r>
            <w:r w:rsidR="00C955CC">
              <w:t>resilient</w:t>
            </w:r>
            <w:r w:rsidR="00C955CC" w:rsidRPr="004173DD">
              <w:t xml:space="preserve"> </w:t>
            </w:r>
            <w:r w:rsidR="004173DD" w:rsidRPr="004173DD">
              <w:t>plant management</w:t>
            </w:r>
          </w:p>
        </w:tc>
        <w:tc>
          <w:tcPr>
            <w:tcW w:w="3604" w:type="pct"/>
            <w:shd w:val="clear" w:color="auto" w:fill="auto"/>
          </w:tcPr>
          <w:p w14:paraId="00270EF2" w14:textId="4955C6C1" w:rsidR="00FB6386" w:rsidRDefault="00292AA3" w:rsidP="00C955CC">
            <w:r>
              <w:t>3</w:t>
            </w:r>
            <w:r w:rsidR="00C955CC">
              <w:t>.</w:t>
            </w:r>
            <w:r>
              <w:t>1</w:t>
            </w:r>
            <w:r w:rsidR="00C955CC">
              <w:t xml:space="preserve"> I</w:t>
            </w:r>
            <w:r w:rsidR="00C955CC" w:rsidRPr="00C955CC">
              <w:t xml:space="preserve">dentify control measures for </w:t>
            </w:r>
            <w:r w:rsidR="00AA6A2B">
              <w:t xml:space="preserve">resilient plants and </w:t>
            </w:r>
            <w:r w:rsidR="00FB6386">
              <w:t>weeds</w:t>
            </w:r>
            <w:r w:rsidR="00C955CC" w:rsidRPr="00C955CC">
              <w:t xml:space="preserve"> </w:t>
            </w:r>
            <w:r w:rsidR="00FB6386">
              <w:t>in a permaculture system</w:t>
            </w:r>
          </w:p>
          <w:p w14:paraId="28E3BF74" w14:textId="1542164C" w:rsidR="00C955CC" w:rsidRDefault="00292AA3" w:rsidP="00C955CC">
            <w:r>
              <w:t>3</w:t>
            </w:r>
            <w:r w:rsidR="00AA6A2B">
              <w:t>.</w:t>
            </w:r>
            <w:r>
              <w:t>2</w:t>
            </w:r>
            <w:r w:rsidR="00C955CC">
              <w:t xml:space="preserve"> </w:t>
            </w:r>
            <w:r w:rsidR="004173DD" w:rsidRPr="004173DD">
              <w:t>Select</w:t>
            </w:r>
            <w:r w:rsidR="00C955CC">
              <w:t xml:space="preserve">, </w:t>
            </w:r>
            <w:proofErr w:type="gramStart"/>
            <w:r w:rsidR="00C955CC">
              <w:t>check</w:t>
            </w:r>
            <w:proofErr w:type="gramEnd"/>
            <w:r w:rsidR="00C955CC">
              <w:t xml:space="preserve"> and prepare</w:t>
            </w:r>
            <w:r w:rsidR="004173DD" w:rsidRPr="004173DD">
              <w:t xml:space="preserve"> tools</w:t>
            </w:r>
            <w:r w:rsidR="00C955CC">
              <w:t xml:space="preserve"> and</w:t>
            </w:r>
            <w:r w:rsidR="004173DD" w:rsidRPr="004173DD">
              <w:t xml:space="preserve"> equipment</w:t>
            </w:r>
            <w:r w:rsidR="00C955CC">
              <w:t xml:space="preserve"> </w:t>
            </w:r>
            <w:r w:rsidR="00AA6A2B">
              <w:t xml:space="preserve">required </w:t>
            </w:r>
            <w:r w:rsidR="00FB6386">
              <w:t>for maintaining resilient plants and weeds</w:t>
            </w:r>
          </w:p>
          <w:p w14:paraId="2B00249F" w14:textId="156DC4F2" w:rsidR="004173DD" w:rsidRPr="004173DD" w:rsidRDefault="00AA6A2B">
            <w:pPr>
              <w:pStyle w:val="SIText"/>
            </w:pPr>
            <w:r>
              <w:t>3</w:t>
            </w:r>
            <w:r w:rsidR="004173DD" w:rsidRPr="004173DD">
              <w:t>.</w:t>
            </w:r>
            <w:r w:rsidR="00292AA3">
              <w:t>3</w:t>
            </w:r>
            <w:r w:rsidR="004173DD" w:rsidRPr="004173DD">
              <w:t xml:space="preserve"> Select, </w:t>
            </w:r>
            <w:proofErr w:type="gramStart"/>
            <w:r w:rsidR="004173DD" w:rsidRPr="004173DD">
              <w:t>use</w:t>
            </w:r>
            <w:proofErr w:type="gramEnd"/>
            <w:r w:rsidR="004173DD" w:rsidRPr="004173DD">
              <w:t xml:space="preserve"> and maintain safety equipment and personal protective equipment </w:t>
            </w:r>
            <w:r w:rsidR="00C955CC">
              <w:t>(</w:t>
            </w:r>
            <w:r w:rsidR="004173DD" w:rsidRPr="004173DD">
              <w:t>PPE)</w:t>
            </w:r>
          </w:p>
        </w:tc>
      </w:tr>
      <w:tr w:rsidR="004173DD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58FC924D" w:rsidR="004173DD" w:rsidRPr="004173DD" w:rsidRDefault="00AA6A2B">
            <w:pPr>
              <w:pStyle w:val="SIText"/>
            </w:pPr>
            <w:r>
              <w:t>4</w:t>
            </w:r>
            <w:r w:rsidR="004173DD" w:rsidRPr="004173DD">
              <w:t xml:space="preserve">. Implement the permaculture </w:t>
            </w:r>
            <w:r w:rsidR="00744B23">
              <w:t>resilient</w:t>
            </w:r>
            <w:r w:rsidR="00744B23" w:rsidRPr="004173DD">
              <w:t xml:space="preserve"> </w:t>
            </w:r>
            <w:r w:rsidR="004173DD" w:rsidRPr="004173DD">
              <w:t>plant management plan</w:t>
            </w:r>
          </w:p>
        </w:tc>
        <w:tc>
          <w:tcPr>
            <w:tcW w:w="3604" w:type="pct"/>
            <w:shd w:val="clear" w:color="auto" w:fill="auto"/>
          </w:tcPr>
          <w:p w14:paraId="70764184" w14:textId="3BF181C1" w:rsidR="004173DD" w:rsidRPr="004173DD" w:rsidRDefault="00AA6A2B" w:rsidP="004173DD">
            <w:r>
              <w:t>4</w:t>
            </w:r>
            <w:r w:rsidR="004173DD" w:rsidRPr="004173DD">
              <w:t xml:space="preserve">.1 Coordinate </w:t>
            </w:r>
            <w:r w:rsidR="00C955CC">
              <w:t xml:space="preserve">and schedule </w:t>
            </w:r>
            <w:r w:rsidR="004173DD" w:rsidRPr="004173DD">
              <w:t>work team</w:t>
            </w:r>
            <w:r w:rsidR="00C955CC">
              <w:t xml:space="preserve"> and</w:t>
            </w:r>
            <w:r w:rsidR="00744B23" w:rsidRPr="004173DD">
              <w:t xml:space="preserve"> control</w:t>
            </w:r>
            <w:r w:rsidR="00C955CC">
              <w:t xml:space="preserve"> animal</w:t>
            </w:r>
            <w:r w:rsidR="00744B23">
              <w:t>s</w:t>
            </w:r>
            <w:r w:rsidR="00C955CC">
              <w:t xml:space="preserve"> </w:t>
            </w:r>
            <w:r w:rsidR="004173DD" w:rsidRPr="004173DD">
              <w:t xml:space="preserve">according to </w:t>
            </w:r>
            <w:r>
              <w:t>permaculture system</w:t>
            </w:r>
            <w:r w:rsidR="00FB6386">
              <w:t xml:space="preserve"> </w:t>
            </w:r>
            <w:r w:rsidR="004173DD" w:rsidRPr="004173DD">
              <w:t>management plan</w:t>
            </w:r>
          </w:p>
          <w:p w14:paraId="7F2B1783" w14:textId="078007AA" w:rsidR="008F72EC" w:rsidRDefault="00AA6A2B" w:rsidP="004173DD">
            <w:r>
              <w:t>4</w:t>
            </w:r>
            <w:r w:rsidR="004173DD" w:rsidRPr="004173DD">
              <w:t xml:space="preserve">.2 Implement permaculture plant </w:t>
            </w:r>
            <w:r w:rsidR="00FB6386">
              <w:t xml:space="preserve">and weed </w:t>
            </w:r>
            <w:r w:rsidR="004173DD" w:rsidRPr="004173DD">
              <w:t xml:space="preserve">management </w:t>
            </w:r>
          </w:p>
          <w:p w14:paraId="03BC4D55" w14:textId="55B2B217" w:rsidR="004173DD" w:rsidRPr="004173DD" w:rsidRDefault="00FE41AC" w:rsidP="004173DD">
            <w:r>
              <w:t xml:space="preserve">4.3 Use by-products of plant and weed management according to permaculture system plan </w:t>
            </w:r>
          </w:p>
          <w:p w14:paraId="1C93868F" w14:textId="3D9C0425" w:rsidR="004173DD" w:rsidRPr="004173DD" w:rsidRDefault="00AA6A2B">
            <w:r>
              <w:t>4</w:t>
            </w:r>
            <w:r w:rsidR="004173DD" w:rsidRPr="004173DD">
              <w:t>.</w:t>
            </w:r>
            <w:r w:rsidR="00FE41AC">
              <w:t>4</w:t>
            </w:r>
            <w:r w:rsidR="004173DD" w:rsidRPr="004173DD">
              <w:t xml:space="preserve"> Maintain records </w:t>
            </w:r>
            <w:r w:rsidR="00C955CC">
              <w:t>of</w:t>
            </w:r>
            <w:r w:rsidR="00FB6386">
              <w:t xml:space="preserve"> resilient</w:t>
            </w:r>
            <w:r w:rsidR="00C955CC">
              <w:t xml:space="preserve"> plant management activity according to workplace procedures</w:t>
            </w:r>
          </w:p>
        </w:tc>
      </w:tr>
      <w:tr w:rsidR="004173DD" w:rsidRPr="00963A46" w14:paraId="70440C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6A0C7" w14:textId="37232639" w:rsidR="004173DD" w:rsidRPr="004173DD" w:rsidRDefault="00AA6A2B">
            <w:pPr>
              <w:pStyle w:val="SIText"/>
            </w:pPr>
            <w:r>
              <w:t>5</w:t>
            </w:r>
            <w:r w:rsidR="004173DD" w:rsidRPr="004173DD">
              <w:t xml:space="preserve">. Monitor the permaculture </w:t>
            </w:r>
            <w:r w:rsidR="00744B23">
              <w:t>resilient</w:t>
            </w:r>
            <w:r w:rsidR="00744B23" w:rsidRPr="004173DD">
              <w:t xml:space="preserve"> </w:t>
            </w:r>
            <w:r w:rsidR="004173DD" w:rsidRPr="004173DD">
              <w:t>plant management plan</w:t>
            </w:r>
          </w:p>
        </w:tc>
        <w:tc>
          <w:tcPr>
            <w:tcW w:w="3604" w:type="pct"/>
            <w:shd w:val="clear" w:color="auto" w:fill="auto"/>
          </w:tcPr>
          <w:p w14:paraId="20508F91" w14:textId="60FF4CF1" w:rsidR="00FB6386" w:rsidRDefault="00AA6A2B" w:rsidP="004173DD">
            <w:r>
              <w:t>5</w:t>
            </w:r>
            <w:r w:rsidR="004173DD" w:rsidRPr="004173DD">
              <w:t xml:space="preserve">.1 Monitor progress of permaculture </w:t>
            </w:r>
            <w:r w:rsidR="00FB6386">
              <w:t>resilient</w:t>
            </w:r>
            <w:r w:rsidR="00FB6386" w:rsidRPr="004173DD">
              <w:t xml:space="preserve"> </w:t>
            </w:r>
            <w:r w:rsidR="004173DD" w:rsidRPr="004173DD">
              <w:t>plant</w:t>
            </w:r>
            <w:r>
              <w:t>s</w:t>
            </w:r>
            <w:r w:rsidR="004173DD" w:rsidRPr="004173DD">
              <w:t xml:space="preserve"> </w:t>
            </w:r>
            <w:r w:rsidR="00FB6386">
              <w:t>and weed</w:t>
            </w:r>
            <w:r>
              <w:t xml:space="preserve">s </w:t>
            </w:r>
          </w:p>
          <w:p w14:paraId="2DD8B628" w14:textId="6385ABD0" w:rsidR="004173DD" w:rsidRPr="004173DD" w:rsidRDefault="00AA6A2B" w:rsidP="004173DD">
            <w:r>
              <w:t>5</w:t>
            </w:r>
            <w:r w:rsidR="00FB6386">
              <w:t>.2 I</w:t>
            </w:r>
            <w:r w:rsidR="004173DD" w:rsidRPr="004173DD">
              <w:t xml:space="preserve">dentify </w:t>
            </w:r>
            <w:r w:rsidR="00FB6386">
              <w:t xml:space="preserve">unintended </w:t>
            </w:r>
            <w:r w:rsidR="004173DD" w:rsidRPr="004173DD">
              <w:t xml:space="preserve">effects </w:t>
            </w:r>
            <w:r w:rsidR="00FB6386">
              <w:t xml:space="preserve">to permaculture system from </w:t>
            </w:r>
            <w:r>
              <w:t xml:space="preserve">management </w:t>
            </w:r>
            <w:r w:rsidR="00E36A53">
              <w:t>activity</w:t>
            </w:r>
          </w:p>
          <w:p w14:paraId="6DD0FAF0" w14:textId="71F4E6D2" w:rsidR="004173DD" w:rsidRPr="004173DD" w:rsidRDefault="00AA6A2B" w:rsidP="004173DD">
            <w:r>
              <w:t>5</w:t>
            </w:r>
            <w:r w:rsidR="004173DD" w:rsidRPr="004173DD">
              <w:t>.</w:t>
            </w:r>
            <w:r w:rsidR="00FB6386">
              <w:t>3</w:t>
            </w:r>
            <w:r w:rsidR="004173DD" w:rsidRPr="004173DD">
              <w:t xml:space="preserve"> Assess effectiveness of the permaculture </w:t>
            </w:r>
            <w:r w:rsidR="00FB6386">
              <w:t>resilient</w:t>
            </w:r>
            <w:r w:rsidR="00FB6386" w:rsidRPr="004173DD">
              <w:t xml:space="preserve"> </w:t>
            </w:r>
            <w:r w:rsidR="004173DD" w:rsidRPr="004173DD">
              <w:t>plant</w:t>
            </w:r>
            <w:r w:rsidR="00E36A53">
              <w:t xml:space="preserve"> and weed</w:t>
            </w:r>
            <w:r w:rsidR="004173DD" w:rsidRPr="004173DD">
              <w:t xml:space="preserve"> management plan</w:t>
            </w:r>
          </w:p>
          <w:p w14:paraId="0D32C88A" w14:textId="20B9BDB4" w:rsidR="004173DD" w:rsidRPr="004173DD" w:rsidRDefault="00AA6A2B">
            <w:r>
              <w:t>5</w:t>
            </w:r>
            <w:r w:rsidR="004173DD" w:rsidRPr="004173DD">
              <w:t>.</w:t>
            </w:r>
            <w:r w:rsidR="00E36A53">
              <w:t>4</w:t>
            </w:r>
            <w:r w:rsidR="004173DD" w:rsidRPr="004173DD">
              <w:t xml:space="preserve"> Adjust </w:t>
            </w:r>
            <w:r w:rsidR="00FB6386">
              <w:t xml:space="preserve">resilient </w:t>
            </w:r>
            <w:r w:rsidR="004173DD" w:rsidRPr="004173DD">
              <w:t xml:space="preserve">plant </w:t>
            </w:r>
            <w:r>
              <w:t xml:space="preserve">and weeds </w:t>
            </w:r>
            <w:r w:rsidR="004173DD" w:rsidRPr="004173DD">
              <w:t xml:space="preserve">management plan to meet </w:t>
            </w:r>
            <w:r>
              <w:t xml:space="preserve">permaculture system objectives 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750973A" w:rsidR="00F1480E" w:rsidRPr="005404CB" w:rsidRDefault="001B2508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0A016294" w:rsidR="00F1480E" w:rsidRPr="005404CB" w:rsidRDefault="001B2508">
            <w:pPr>
              <w:pStyle w:val="SIBulletList1"/>
              <w:rPr>
                <w:rFonts w:eastAsia="Calibri"/>
              </w:rPr>
            </w:pPr>
            <w:r w:rsidRPr="001B2508">
              <w:t xml:space="preserve">Accurately records information and </w:t>
            </w:r>
            <w:r>
              <w:t xml:space="preserve">documents outcomes on the management of resilient plants </w:t>
            </w:r>
            <w:r w:rsidRPr="001B2508">
              <w:t xml:space="preserve">using </w:t>
            </w:r>
            <w:r>
              <w:t>industry specific</w:t>
            </w:r>
            <w:r w:rsidRPr="001B2508">
              <w:t xml:space="preserve"> language and organisational format</w:t>
            </w:r>
            <w:r>
              <w:t>ting a</w:t>
            </w:r>
            <w:r w:rsidRPr="001B2508">
              <w:t>nd protocols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027E79E8" w:rsidR="00F1480E" w:rsidRPr="005404CB" w:rsidRDefault="001B2508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5CBCF30E" w:rsidR="00F1480E" w:rsidRPr="005404CB" w:rsidRDefault="001B2508" w:rsidP="001B2508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1B2508">
              <w:t xml:space="preserve">learly explains detailed information on work requirements and standards to work team using appropriate language, </w:t>
            </w:r>
            <w:proofErr w:type="gramStart"/>
            <w:r w:rsidRPr="001B2508">
              <w:t>tone</w:t>
            </w:r>
            <w:proofErr w:type="gramEnd"/>
            <w:r w:rsidRPr="001B2508">
              <w:t xml:space="preserve"> and pace to ensure understanding </w:t>
            </w:r>
            <w:r>
              <w:t>and compliance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1F2530B1" w:rsidR="00041E59" w:rsidRPr="005404CB" w:rsidRDefault="00DC4DAC">
            <w:pPr>
              <w:pStyle w:val="SIText"/>
            </w:pPr>
            <w:r w:rsidRPr="00DC4DAC">
              <w:t>AHCPER3</w:t>
            </w:r>
            <w:r w:rsidR="004F49B5">
              <w:t>X2</w:t>
            </w:r>
            <w:r w:rsidRPr="00DC4DAC">
              <w:t xml:space="preserve"> Use characteristics of </w:t>
            </w:r>
            <w:r w:rsidR="0079368E">
              <w:t>plant resilience</w:t>
            </w:r>
            <w:r w:rsidRPr="00DC4DAC">
              <w:t xml:space="preserve"> in a permaculture system</w:t>
            </w:r>
          </w:p>
        </w:tc>
        <w:tc>
          <w:tcPr>
            <w:tcW w:w="1105" w:type="pct"/>
          </w:tcPr>
          <w:p w14:paraId="64EA7AE3" w14:textId="077EC349" w:rsidR="00041E59" w:rsidRPr="005404CB" w:rsidRDefault="00DC4DAC" w:rsidP="005404CB">
            <w:pPr>
              <w:pStyle w:val="SIText"/>
            </w:pPr>
            <w:r w:rsidRPr="00DC4DAC">
              <w:t>AHCPER306</w:t>
            </w:r>
            <w:r>
              <w:t xml:space="preserve"> </w:t>
            </w:r>
            <w:r w:rsidRPr="00B94E99">
              <w:t xml:space="preserve">Use weedy plants in a </w:t>
            </w:r>
            <w:r w:rsidRPr="00DC4DAC">
              <w:t>permaculture system</w:t>
            </w:r>
          </w:p>
        </w:tc>
        <w:tc>
          <w:tcPr>
            <w:tcW w:w="1251" w:type="pct"/>
          </w:tcPr>
          <w:p w14:paraId="787A7E2D" w14:textId="77777777" w:rsidR="00041E59" w:rsidRDefault="00E36A53" w:rsidP="005404CB">
            <w:pPr>
              <w:pStyle w:val="SIText"/>
            </w:pPr>
            <w:r>
              <w:t>Change to title for clarity</w:t>
            </w:r>
          </w:p>
          <w:p w14:paraId="60AF1412" w14:textId="43DC936C" w:rsidR="00E36A53" w:rsidRDefault="00AA6A2B" w:rsidP="005404CB">
            <w:pPr>
              <w:pStyle w:val="SIText"/>
            </w:pPr>
            <w:r>
              <w:t>C</w:t>
            </w:r>
            <w:r w:rsidR="00E36A53">
              <w:t>hanges to Application, Elements and Performance Criteria for clarity</w:t>
            </w:r>
          </w:p>
          <w:p w14:paraId="3E031D32" w14:textId="4B17B2BA" w:rsidR="00292AA3" w:rsidRPr="005404CB" w:rsidRDefault="00292AA3" w:rsidP="005404CB">
            <w:pPr>
              <w:pStyle w:val="SIText"/>
            </w:pPr>
            <w:r>
              <w:t>Changed sequence of Performance Criteria to better reflect process</w:t>
            </w:r>
          </w:p>
        </w:tc>
        <w:tc>
          <w:tcPr>
            <w:tcW w:w="1616" w:type="pct"/>
          </w:tcPr>
          <w:p w14:paraId="426455CD" w14:textId="15CEA7F4" w:rsidR="00916CD7" w:rsidRPr="005404CB" w:rsidRDefault="00E36A53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0E476FE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5AB4736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B94E99" w:rsidRPr="00B94E99">
              <w:t>AHCPER3</w:t>
            </w:r>
            <w:r w:rsidR="004F49B5">
              <w:t>X2</w:t>
            </w:r>
            <w:r w:rsidR="00B94E99" w:rsidRPr="00B94E99">
              <w:t xml:space="preserve"> </w:t>
            </w:r>
            <w:r w:rsidR="00622A8D" w:rsidRPr="00622A8D">
              <w:t>Use characteristics of plant resilience in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87C2102" w14:textId="634AF373" w:rsidR="00A87D7B" w:rsidRDefault="00A87D7B" w:rsidP="00A87D7B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D0B2CC9" w14:textId="318EF179" w:rsidR="00A87D7B" w:rsidRDefault="00A87D7B" w:rsidP="00A87D7B">
            <w:pPr>
              <w:pStyle w:val="SIText"/>
            </w:pPr>
            <w:r>
              <w:t>There must be evidence that the individual has</w:t>
            </w:r>
            <w:r w:rsidR="00FB5AF8">
              <w:t xml:space="preserve"> on at least one occasion</w:t>
            </w:r>
            <w:r>
              <w:t>:</w:t>
            </w:r>
          </w:p>
          <w:p w14:paraId="04A220B4" w14:textId="023AB4BA" w:rsidR="00A87D7B" w:rsidRDefault="00A87D7B" w:rsidP="004173DD">
            <w:pPr>
              <w:pStyle w:val="SIBulletList1"/>
            </w:pPr>
            <w:r>
              <w:t>investigate</w:t>
            </w:r>
            <w:r w:rsidR="008F72EC">
              <w:t>d</w:t>
            </w:r>
            <w:r>
              <w:t xml:space="preserve"> and record</w:t>
            </w:r>
            <w:r w:rsidR="008F72EC">
              <w:t>ed</w:t>
            </w:r>
            <w:r>
              <w:t xml:space="preserve"> field notes</w:t>
            </w:r>
            <w:r w:rsidR="00FB5AF8">
              <w:t xml:space="preserve"> of </w:t>
            </w:r>
            <w:r>
              <w:t xml:space="preserve">resilient plants, </w:t>
            </w:r>
            <w:proofErr w:type="gramStart"/>
            <w:r>
              <w:t>weeds</w:t>
            </w:r>
            <w:proofErr w:type="gramEnd"/>
            <w:r>
              <w:t xml:space="preserve"> and conditions for a permaculture site, which must include:</w:t>
            </w:r>
          </w:p>
          <w:p w14:paraId="274BAF37" w14:textId="77777777" w:rsidR="00A87D7B" w:rsidRDefault="00A87D7B" w:rsidP="00D36C9F">
            <w:pPr>
              <w:pStyle w:val="SIBulletList2"/>
            </w:pPr>
            <w:r>
              <w:t>plant name</w:t>
            </w:r>
          </w:p>
          <w:p w14:paraId="5EDC9AE9" w14:textId="77777777" w:rsidR="00A87D7B" w:rsidRDefault="00A87D7B" w:rsidP="00D36C9F">
            <w:pPr>
              <w:pStyle w:val="SIBulletList2"/>
            </w:pPr>
            <w:r>
              <w:t>scope and size of populations</w:t>
            </w:r>
          </w:p>
          <w:p w14:paraId="2820F949" w14:textId="77777777" w:rsidR="008F72EC" w:rsidRDefault="00A87D7B" w:rsidP="00D36C9F">
            <w:pPr>
              <w:pStyle w:val="SIBulletList2"/>
            </w:pPr>
            <w:r>
              <w:t>soil</w:t>
            </w:r>
            <w:r w:rsidR="008F72EC">
              <w:t xml:space="preserve"> characteristics,</w:t>
            </w:r>
          </w:p>
          <w:p w14:paraId="629BBF28" w14:textId="77777777" w:rsidR="008F72EC" w:rsidRDefault="00A87D7B" w:rsidP="00D36C9F">
            <w:pPr>
              <w:pStyle w:val="SIBulletList2"/>
            </w:pPr>
            <w:r>
              <w:t xml:space="preserve">water </w:t>
            </w:r>
            <w:r w:rsidR="008F72EC">
              <w:t>availability</w:t>
            </w:r>
          </w:p>
          <w:p w14:paraId="2B9F2004" w14:textId="03E2CC5E" w:rsidR="008F72EC" w:rsidRDefault="008F72EC" w:rsidP="00D36C9F">
            <w:pPr>
              <w:pStyle w:val="SIBulletList2"/>
            </w:pPr>
            <w:r>
              <w:t>terrain</w:t>
            </w:r>
          </w:p>
          <w:p w14:paraId="03D9E47C" w14:textId="0BC745B6" w:rsidR="00A87D7B" w:rsidRDefault="008F72EC" w:rsidP="00D36C9F">
            <w:pPr>
              <w:pStyle w:val="SIBulletList2"/>
            </w:pPr>
            <w:r>
              <w:t>historical land use and management</w:t>
            </w:r>
          </w:p>
          <w:p w14:paraId="4DE10D95" w14:textId="180983A0" w:rsidR="008F72EC" w:rsidRDefault="008F72EC" w:rsidP="00D36C9F">
            <w:pPr>
              <w:pStyle w:val="SIBulletList2"/>
            </w:pPr>
            <w:r>
              <w:t xml:space="preserve">associated biological processes </w:t>
            </w:r>
          </w:p>
          <w:p w14:paraId="22C2539B" w14:textId="1298AB3A" w:rsidR="004173DD" w:rsidRDefault="004173DD" w:rsidP="004173DD">
            <w:pPr>
              <w:pStyle w:val="SIBulletList1"/>
            </w:pPr>
            <w:r w:rsidRPr="004173DD">
              <w:t>identif</w:t>
            </w:r>
            <w:r w:rsidR="008F72EC">
              <w:t>ied</w:t>
            </w:r>
            <w:r w:rsidRPr="004173DD">
              <w:t xml:space="preserve"> </w:t>
            </w:r>
            <w:r w:rsidR="008F72EC">
              <w:t xml:space="preserve">characteristics and </w:t>
            </w:r>
            <w:r w:rsidRPr="004173DD">
              <w:t xml:space="preserve">uses of </w:t>
            </w:r>
            <w:r w:rsidR="008F72EC">
              <w:t xml:space="preserve">resilient </w:t>
            </w:r>
            <w:r w:rsidRPr="004173DD">
              <w:t>plants in a permaculture system</w:t>
            </w:r>
            <w:r w:rsidR="008F72EC">
              <w:t>, including the benefits for:</w:t>
            </w:r>
          </w:p>
          <w:p w14:paraId="7D895F49" w14:textId="0549DAB2" w:rsidR="008F72EC" w:rsidRPr="00D36C9F" w:rsidRDefault="008F72EC" w:rsidP="00D36C9F">
            <w:pPr>
              <w:pStyle w:val="SIBulletList2"/>
            </w:pPr>
            <w:r w:rsidRPr="00D36C9F">
              <w:t>permaculture system</w:t>
            </w:r>
          </w:p>
          <w:p w14:paraId="14BE4ADE" w14:textId="4F5A0532" w:rsidR="008F72EC" w:rsidRPr="00D36C9F" w:rsidRDefault="008F72EC" w:rsidP="00D36C9F">
            <w:pPr>
              <w:pStyle w:val="SIBulletList2"/>
            </w:pPr>
            <w:r w:rsidRPr="00D36C9F">
              <w:t>potential for produce</w:t>
            </w:r>
          </w:p>
          <w:p w14:paraId="471BFB32" w14:textId="0B6C287D" w:rsidR="00631876" w:rsidRPr="00D36C9F" w:rsidRDefault="00631876" w:rsidP="00D36C9F">
            <w:pPr>
              <w:pStyle w:val="SIBulletList2"/>
            </w:pPr>
            <w:r w:rsidRPr="00D36C9F">
              <w:t>environment</w:t>
            </w:r>
          </w:p>
          <w:p w14:paraId="772C3A8D" w14:textId="0F79DAF6" w:rsidR="008F72EC" w:rsidRPr="008F72EC" w:rsidRDefault="008F72EC" w:rsidP="00D36C9F">
            <w:pPr>
              <w:pStyle w:val="SIBulletList1"/>
            </w:pPr>
            <w:r>
              <w:t>d</w:t>
            </w:r>
            <w:r w:rsidRPr="008F72EC">
              <w:t>etermine</w:t>
            </w:r>
            <w:r>
              <w:t xml:space="preserve">d acceptable </w:t>
            </w:r>
            <w:r w:rsidRPr="008F72EC">
              <w:t xml:space="preserve">population density of resilient plants </w:t>
            </w:r>
            <w:r>
              <w:t xml:space="preserve">and </w:t>
            </w:r>
            <w:r w:rsidRPr="008F72EC">
              <w:t>levels at which resilient plant would be deemed a weed</w:t>
            </w:r>
          </w:p>
          <w:p w14:paraId="2DE2238D" w14:textId="1544EE30" w:rsidR="008F72EC" w:rsidRDefault="004173DD" w:rsidP="004173DD">
            <w:pPr>
              <w:pStyle w:val="SIBulletList1"/>
            </w:pPr>
            <w:r w:rsidRPr="004173DD">
              <w:t>identif</w:t>
            </w:r>
            <w:r w:rsidR="008F72EC">
              <w:t>ied</w:t>
            </w:r>
            <w:r w:rsidRPr="004173DD">
              <w:t xml:space="preserve"> control methods used </w:t>
            </w:r>
            <w:r w:rsidR="008F72EC">
              <w:t xml:space="preserve">to control resilient plants and </w:t>
            </w:r>
            <w:r w:rsidRPr="004173DD">
              <w:t>weed</w:t>
            </w:r>
            <w:r w:rsidR="008F72EC">
              <w:t>s</w:t>
            </w:r>
          </w:p>
          <w:p w14:paraId="7FED6ED3" w14:textId="0CB7EFF6" w:rsidR="004173DD" w:rsidRDefault="004173DD" w:rsidP="00006C7F">
            <w:pPr>
              <w:pStyle w:val="SIBulletList1"/>
            </w:pPr>
            <w:r w:rsidRPr="004173DD">
              <w:t>implement</w:t>
            </w:r>
            <w:r w:rsidR="008F72EC">
              <w:t>ed</w:t>
            </w:r>
            <w:r w:rsidRPr="004173DD">
              <w:t xml:space="preserve"> a </w:t>
            </w:r>
            <w:proofErr w:type="gramStart"/>
            <w:r w:rsidRPr="004173DD">
              <w:t xml:space="preserve">permaculture </w:t>
            </w:r>
            <w:r w:rsidR="008F72EC">
              <w:t>resilient plants</w:t>
            </w:r>
            <w:proofErr w:type="gramEnd"/>
            <w:r w:rsidR="008F72EC">
              <w:t xml:space="preserve"> and </w:t>
            </w:r>
            <w:r w:rsidRPr="004173DD">
              <w:t>weed management plan</w:t>
            </w:r>
          </w:p>
          <w:p w14:paraId="0EB393A4" w14:textId="31F8A27C" w:rsidR="00D20FFE" w:rsidRPr="004173DD" w:rsidRDefault="00D20FFE" w:rsidP="004173DD">
            <w:pPr>
              <w:pStyle w:val="SIBulletList1"/>
            </w:pPr>
            <w:r>
              <w:t>use</w:t>
            </w:r>
            <w:r w:rsidR="00FE41AC">
              <w:t>d</w:t>
            </w:r>
            <w:r>
              <w:t xml:space="preserve"> </w:t>
            </w:r>
            <w:r w:rsidR="00FE41AC">
              <w:t xml:space="preserve">by-products, waste </w:t>
            </w:r>
            <w:r w:rsidRPr="004173DD">
              <w:t xml:space="preserve">materials and debris </w:t>
            </w:r>
            <w:r w:rsidR="00FE41AC">
              <w:t>according to permaculture system plan</w:t>
            </w:r>
          </w:p>
          <w:p w14:paraId="6BFA69AA" w14:textId="3FBF384E" w:rsidR="00556C4C" w:rsidRPr="005404CB" w:rsidRDefault="00FE41AC" w:rsidP="00D36C9F">
            <w:pPr>
              <w:pStyle w:val="SIBulletList1"/>
            </w:pPr>
            <w:r>
              <w:t>monitored and updated resilient plants and weed</w:t>
            </w:r>
            <w:r w:rsidR="004173DD" w:rsidRPr="004173DD">
              <w:t xml:space="preserve"> management plan</w:t>
            </w:r>
            <w:r w:rsidR="002E702B">
              <w:t xml:space="preserve"> for a permaculture system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EB8A4EB" w14:textId="1E988642" w:rsidR="00FE41AC" w:rsidRDefault="00FE41AC" w:rsidP="00D36C9F">
            <w:pPr>
              <w:pStyle w:val="SIText"/>
            </w:pPr>
            <w:r w:rsidRPr="00FE41AC">
              <w:t>An individual must be able to demonstrate the knowledge required to perform the tasks outlined in the elements and performance criteria of this unit. This includes knowledge of:</w:t>
            </w:r>
          </w:p>
          <w:p w14:paraId="795E954E" w14:textId="6D3A90CE" w:rsidR="004173DD" w:rsidRPr="004173DD" w:rsidRDefault="004173DD" w:rsidP="004173DD">
            <w:pPr>
              <w:pStyle w:val="SIBulletList1"/>
            </w:pPr>
            <w:r w:rsidRPr="004173DD">
              <w:t xml:space="preserve">permaculture principles and practices in relation to the management of </w:t>
            </w:r>
            <w:r w:rsidR="00FE41AC">
              <w:t>resilient plants</w:t>
            </w:r>
          </w:p>
          <w:p w14:paraId="3C92BB83" w14:textId="6732C766" w:rsidR="004173DD" w:rsidRPr="004173DD" w:rsidRDefault="004173DD" w:rsidP="004173DD">
            <w:pPr>
              <w:pStyle w:val="SIBulletList1"/>
            </w:pPr>
            <w:r w:rsidRPr="004173DD">
              <w:t>plant recognition</w:t>
            </w:r>
          </w:p>
          <w:p w14:paraId="643052E6" w14:textId="4D1F3744" w:rsidR="004173DD" w:rsidRPr="004173DD" w:rsidRDefault="004173DD" w:rsidP="004173DD">
            <w:pPr>
              <w:pStyle w:val="SIBulletList1"/>
            </w:pPr>
            <w:r w:rsidRPr="004173DD">
              <w:t xml:space="preserve">strategies used in </w:t>
            </w:r>
            <w:r w:rsidR="00FE41AC">
              <w:t>managing resilient plants and weeds</w:t>
            </w:r>
            <w:r w:rsidRPr="004173DD">
              <w:t xml:space="preserve">, </w:t>
            </w:r>
            <w:r w:rsidR="00FE41AC">
              <w:t>including</w:t>
            </w:r>
            <w:r w:rsidRPr="004173DD">
              <w:t>:</w:t>
            </w:r>
          </w:p>
          <w:p w14:paraId="2CE9383E" w14:textId="41980D7C" w:rsidR="004173DD" w:rsidRPr="004173DD" w:rsidRDefault="004173DD" w:rsidP="004173DD">
            <w:pPr>
              <w:pStyle w:val="SIBulletList2"/>
            </w:pPr>
            <w:r w:rsidRPr="004173DD">
              <w:t xml:space="preserve">organic chemical, biological and cultural control </w:t>
            </w:r>
            <w:proofErr w:type="gramStart"/>
            <w:r w:rsidRPr="004173DD">
              <w:t>methods</w:t>
            </w:r>
            <w:proofErr w:type="gramEnd"/>
            <w:r w:rsidRPr="004173DD">
              <w:t xml:space="preserve"> and treatments </w:t>
            </w:r>
          </w:p>
          <w:p w14:paraId="0A1F7194" w14:textId="55A424CF" w:rsidR="004173DD" w:rsidRPr="004173DD" w:rsidRDefault="004173DD" w:rsidP="004173DD">
            <w:pPr>
              <w:pStyle w:val="SIBulletList2"/>
            </w:pPr>
            <w:r w:rsidRPr="004173DD">
              <w:t xml:space="preserve">range and use of tools, </w:t>
            </w:r>
            <w:proofErr w:type="gramStart"/>
            <w:r w:rsidRPr="004173DD">
              <w:t>equipment</w:t>
            </w:r>
            <w:proofErr w:type="gramEnd"/>
            <w:r w:rsidRPr="004173DD">
              <w:t xml:space="preserve"> and machinery </w:t>
            </w:r>
          </w:p>
          <w:p w14:paraId="7354E014" w14:textId="53350158" w:rsidR="004173DD" w:rsidRPr="004173DD" w:rsidRDefault="004173DD" w:rsidP="004173DD">
            <w:pPr>
              <w:pStyle w:val="SIBulletList2"/>
            </w:pPr>
            <w:r w:rsidRPr="004173DD">
              <w:t>animal systems use</w:t>
            </w:r>
            <w:r w:rsidR="00FE41AC">
              <w:t xml:space="preserve">d to manage resilient plants and </w:t>
            </w:r>
            <w:r w:rsidRPr="004173DD">
              <w:t>weed</w:t>
            </w:r>
            <w:r w:rsidR="00FE41AC">
              <w:t>s</w:t>
            </w:r>
          </w:p>
          <w:p w14:paraId="1FAA8D84" w14:textId="33816CBA" w:rsidR="00FE41AC" w:rsidRDefault="004173DD" w:rsidP="004173DD">
            <w:pPr>
              <w:pStyle w:val="SIBulletList2"/>
            </w:pPr>
            <w:r w:rsidRPr="004173DD">
              <w:t xml:space="preserve">plants and planting strategies to out-compete </w:t>
            </w:r>
            <w:r w:rsidR="00FE41AC">
              <w:t>resilient</w:t>
            </w:r>
            <w:r w:rsidR="00FE41AC" w:rsidRPr="004173DD">
              <w:t xml:space="preserve"> </w:t>
            </w:r>
            <w:r w:rsidRPr="004173DD">
              <w:t xml:space="preserve">plants or </w:t>
            </w:r>
            <w:r w:rsidR="00FE41AC">
              <w:t>weeds</w:t>
            </w:r>
          </w:p>
          <w:p w14:paraId="23AD344C" w14:textId="652FB5A9" w:rsidR="004173DD" w:rsidRPr="004173DD" w:rsidRDefault="004173DD" w:rsidP="004173DD">
            <w:pPr>
              <w:pStyle w:val="SIBulletList1"/>
            </w:pPr>
            <w:r w:rsidRPr="004173DD">
              <w:t xml:space="preserve">site </w:t>
            </w:r>
            <w:r w:rsidR="008C538B">
              <w:t xml:space="preserve">observations, </w:t>
            </w:r>
            <w:proofErr w:type="gramStart"/>
            <w:r w:rsidRPr="004173DD">
              <w:t>monitoring</w:t>
            </w:r>
            <w:proofErr w:type="gramEnd"/>
            <w:r w:rsidRPr="004173DD">
              <w:t xml:space="preserve"> and analysis techniques </w:t>
            </w:r>
          </w:p>
          <w:p w14:paraId="46BBFC5C" w14:textId="2FF08EBD" w:rsidR="004173DD" w:rsidRPr="004173DD" w:rsidRDefault="004173DD" w:rsidP="004173DD">
            <w:pPr>
              <w:pStyle w:val="SIBulletList1"/>
            </w:pPr>
            <w:r w:rsidRPr="004173DD">
              <w:t xml:space="preserve">role that </w:t>
            </w:r>
            <w:r w:rsidR="008C538B">
              <w:t xml:space="preserve">resilient plants and </w:t>
            </w:r>
            <w:r w:rsidRPr="004173DD">
              <w:t xml:space="preserve">weeds play </w:t>
            </w:r>
            <w:r w:rsidR="008C538B">
              <w:t>in</w:t>
            </w:r>
            <w:r w:rsidR="008C538B" w:rsidRPr="004173DD">
              <w:t xml:space="preserve"> </w:t>
            </w:r>
            <w:r w:rsidRPr="004173DD">
              <w:t xml:space="preserve">an ecological system, </w:t>
            </w:r>
            <w:r w:rsidR="008C538B">
              <w:t>including</w:t>
            </w:r>
            <w:r w:rsidRPr="004173DD">
              <w:t>:</w:t>
            </w:r>
          </w:p>
          <w:p w14:paraId="34CD2A77" w14:textId="77777777" w:rsidR="004173DD" w:rsidRPr="004173DD" w:rsidRDefault="004173DD" w:rsidP="004173DD">
            <w:pPr>
              <w:pStyle w:val="SIBulletList2"/>
            </w:pPr>
            <w:r w:rsidRPr="004173DD">
              <w:t>soil stabilisers</w:t>
            </w:r>
          </w:p>
          <w:p w14:paraId="3DE2F74A" w14:textId="77777777" w:rsidR="004173DD" w:rsidRPr="004173DD" w:rsidRDefault="004173DD" w:rsidP="004173DD">
            <w:pPr>
              <w:pStyle w:val="SIBulletList2"/>
            </w:pPr>
            <w:r w:rsidRPr="004173DD">
              <w:t>fodder for wild and domestic animals</w:t>
            </w:r>
          </w:p>
          <w:p w14:paraId="4735A67A" w14:textId="77777777" w:rsidR="004173DD" w:rsidRPr="004173DD" w:rsidRDefault="004173DD" w:rsidP="004173DD">
            <w:pPr>
              <w:pStyle w:val="SIBulletList2"/>
            </w:pPr>
            <w:r w:rsidRPr="004173DD">
              <w:t>nutrient traps</w:t>
            </w:r>
          </w:p>
          <w:p w14:paraId="704072EE" w14:textId="77777777" w:rsidR="004173DD" w:rsidRDefault="004173DD" w:rsidP="004173DD">
            <w:pPr>
              <w:pStyle w:val="SIBulletList2"/>
            </w:pPr>
            <w:r w:rsidRPr="004173DD">
              <w:t>nutrient mining from subsoil</w:t>
            </w:r>
          </w:p>
          <w:p w14:paraId="5F4B226B" w14:textId="6907443B" w:rsidR="008C538B" w:rsidRPr="004173DD" w:rsidRDefault="008C538B" w:rsidP="004173DD">
            <w:pPr>
              <w:pStyle w:val="SIBulletList2"/>
            </w:pPr>
            <w:r>
              <w:t>hosts for beneficial and pest insects</w:t>
            </w:r>
          </w:p>
          <w:p w14:paraId="738601C7" w14:textId="43136887" w:rsidR="004173DD" w:rsidRPr="004173DD" w:rsidRDefault="004173DD" w:rsidP="004173DD">
            <w:pPr>
              <w:pStyle w:val="SIBulletList1"/>
            </w:pPr>
            <w:r w:rsidRPr="004173DD">
              <w:t>identification of a range of edible weed</w:t>
            </w:r>
            <w:r w:rsidR="008C538B">
              <w:t>s</w:t>
            </w:r>
          </w:p>
          <w:p w14:paraId="76FF3017" w14:textId="5C17373D" w:rsidR="004173DD" w:rsidRPr="004173DD" w:rsidRDefault="004173DD" w:rsidP="004173DD">
            <w:pPr>
              <w:pStyle w:val="SIBulletList1"/>
            </w:pPr>
            <w:r w:rsidRPr="004173DD">
              <w:t xml:space="preserve">uses for </w:t>
            </w:r>
            <w:r w:rsidR="008C538B">
              <w:t xml:space="preserve">resilient plants and </w:t>
            </w:r>
            <w:r w:rsidRPr="004173DD">
              <w:t>weed</w:t>
            </w:r>
            <w:r w:rsidR="008C538B">
              <w:t>s</w:t>
            </w:r>
            <w:r w:rsidRPr="004173DD">
              <w:t xml:space="preserve"> including commercial uses, </w:t>
            </w:r>
            <w:r w:rsidR="008C538B">
              <w:t>including</w:t>
            </w:r>
            <w:r w:rsidRPr="004173DD">
              <w:t>:</w:t>
            </w:r>
          </w:p>
          <w:p w14:paraId="36E4EBDA" w14:textId="7AD22CDD" w:rsidR="004173DD" w:rsidRPr="004173DD" w:rsidRDefault="005D0867" w:rsidP="004173DD">
            <w:pPr>
              <w:pStyle w:val="SIBulletList2"/>
            </w:pPr>
            <w:r>
              <w:t xml:space="preserve">bird and </w:t>
            </w:r>
            <w:r w:rsidR="004173DD" w:rsidRPr="004173DD">
              <w:t xml:space="preserve">animal </w:t>
            </w:r>
            <w:r>
              <w:t>feed</w:t>
            </w:r>
          </w:p>
          <w:p w14:paraId="0738C9AA" w14:textId="6C100834" w:rsidR="004173DD" w:rsidRPr="004173DD" w:rsidRDefault="005D0867" w:rsidP="004173DD">
            <w:pPr>
              <w:pStyle w:val="SIBulletList2"/>
            </w:pPr>
            <w:r>
              <w:t>arts and crafts</w:t>
            </w:r>
          </w:p>
          <w:p w14:paraId="289D2C77" w14:textId="3E179EB6" w:rsidR="004173DD" w:rsidRPr="004173DD" w:rsidRDefault="005D0867" w:rsidP="004173DD">
            <w:pPr>
              <w:pStyle w:val="SIBulletList2"/>
            </w:pPr>
            <w:r>
              <w:t>soil improvers</w:t>
            </w:r>
          </w:p>
          <w:p w14:paraId="30BFA36E" w14:textId="2B3094A5" w:rsidR="004173DD" w:rsidRDefault="004173DD" w:rsidP="00BF1D02">
            <w:pPr>
              <w:pStyle w:val="SIBulletList2"/>
            </w:pPr>
            <w:r w:rsidRPr="004173DD">
              <w:t>food and medicinal products</w:t>
            </w:r>
          </w:p>
          <w:p w14:paraId="5948DFF4" w14:textId="5C834383" w:rsidR="008C538B" w:rsidRDefault="008C538B" w:rsidP="00D36C9F">
            <w:pPr>
              <w:pStyle w:val="SIBulletList1"/>
            </w:pPr>
            <w:r>
              <w:t>workplace health and safety practices</w:t>
            </w:r>
          </w:p>
          <w:p w14:paraId="5C8CD985" w14:textId="320EB59A" w:rsidR="00F1480E" w:rsidRPr="005404CB" w:rsidRDefault="008C538B" w:rsidP="00D36C9F">
            <w:pPr>
              <w:pStyle w:val="SIBulletList1"/>
            </w:pPr>
            <w:r>
              <w:t>records used in field observations and reporting.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9A87796" w14:textId="77777777" w:rsidR="008C538B" w:rsidRPr="008C538B" w:rsidRDefault="008C538B" w:rsidP="008C538B">
            <w:pPr>
              <w:pStyle w:val="SIText"/>
            </w:pPr>
            <w:r w:rsidRPr="008C538B">
              <w:t xml:space="preserve">Assessment of the skills in this unit of competency must take place under the following conditions: </w:t>
            </w:r>
          </w:p>
          <w:p w14:paraId="6F00655E" w14:textId="77777777" w:rsidR="008C538B" w:rsidRPr="008C538B" w:rsidRDefault="008C538B" w:rsidP="00D36C9F">
            <w:pPr>
              <w:pStyle w:val="SIBulletList1"/>
            </w:pPr>
            <w:r w:rsidRPr="008C538B">
              <w:t>physical conditions:</w:t>
            </w:r>
          </w:p>
          <w:p w14:paraId="7D3DC9F8" w14:textId="77777777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lastRenderedPageBreak/>
              <w:t>skills must be demonstrated in a permaculture system or an environment that accurately represents workplace conditions</w:t>
            </w:r>
          </w:p>
          <w:p w14:paraId="467A34FE" w14:textId="77777777" w:rsidR="008C538B" w:rsidRPr="008C538B" w:rsidRDefault="008C538B" w:rsidP="00D36C9F">
            <w:pPr>
              <w:pStyle w:val="SIBulletList1"/>
            </w:pPr>
            <w:r w:rsidRPr="008C538B">
              <w:t xml:space="preserve">resources, </w:t>
            </w:r>
            <w:proofErr w:type="gramStart"/>
            <w:r w:rsidRPr="008C538B">
              <w:t>equipment</w:t>
            </w:r>
            <w:proofErr w:type="gramEnd"/>
            <w:r w:rsidRPr="008C538B">
              <w:t xml:space="preserve"> and materials:</w:t>
            </w:r>
          </w:p>
          <w:p w14:paraId="594FBE87" w14:textId="77777777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t>use of tools and equipment</w:t>
            </w:r>
          </w:p>
          <w:p w14:paraId="634D1B1B" w14:textId="77777777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t>use of personal protective equipment</w:t>
            </w:r>
          </w:p>
          <w:p w14:paraId="2015C163" w14:textId="77777777" w:rsidR="008C538B" w:rsidRPr="008C538B" w:rsidRDefault="008C538B" w:rsidP="00D36C9F">
            <w:pPr>
              <w:pStyle w:val="SIBulletList1"/>
              <w:rPr>
                <w:rFonts w:eastAsia="Calibri"/>
              </w:rPr>
            </w:pPr>
            <w:r w:rsidRPr="008C538B">
              <w:rPr>
                <w:rFonts w:eastAsia="Calibri"/>
              </w:rPr>
              <w:t>specifications:</w:t>
            </w:r>
          </w:p>
          <w:p w14:paraId="7DA8BFFD" w14:textId="25296860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rPr>
                <w:rFonts w:eastAsia="Calibri"/>
              </w:rPr>
              <w:t>use of workplace procedures</w:t>
            </w:r>
            <w:r>
              <w:rPr>
                <w:rFonts w:eastAsia="Calibri"/>
              </w:rPr>
              <w:t xml:space="preserve"> and </w:t>
            </w:r>
            <w:r w:rsidRPr="008C538B">
              <w:rPr>
                <w:rFonts w:eastAsia="Calibri"/>
              </w:rPr>
              <w:t>processes</w:t>
            </w:r>
          </w:p>
          <w:p w14:paraId="4DDA429F" w14:textId="222F29E7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rPr>
                <w:rFonts w:eastAsia="Calibri"/>
              </w:rPr>
              <w:t>use of manufacturer opera</w:t>
            </w:r>
            <w:r>
              <w:rPr>
                <w:rFonts w:eastAsia="Calibri"/>
              </w:rPr>
              <w:t>ting instructions for equipment</w:t>
            </w:r>
          </w:p>
          <w:p w14:paraId="493AB563" w14:textId="77777777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rPr>
                <w:rFonts w:eastAsia="Calibri"/>
              </w:rPr>
              <w:t>access to safety data sheets</w:t>
            </w:r>
          </w:p>
          <w:p w14:paraId="7320F2AB" w14:textId="4CCF02A4" w:rsid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>permaculture principles</w:t>
            </w:r>
          </w:p>
          <w:p w14:paraId="3CA53282" w14:textId="2224B6B5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permaculture system plan</w:t>
            </w:r>
          </w:p>
          <w:p w14:paraId="520A76FE" w14:textId="77777777" w:rsidR="008C538B" w:rsidRPr="008C538B" w:rsidRDefault="008C538B" w:rsidP="00D36C9F">
            <w:pPr>
              <w:pStyle w:val="SIBulletList1"/>
            </w:pPr>
            <w:r w:rsidRPr="008C538B">
              <w:t>relationships:</w:t>
            </w:r>
          </w:p>
          <w:p w14:paraId="3833971F" w14:textId="1F935E11" w:rsidR="008C538B" w:rsidRPr="008C538B" w:rsidRDefault="008C538B" w:rsidP="00D36C9F">
            <w:pPr>
              <w:pStyle w:val="SIBulletList2"/>
            </w:pPr>
            <w:r>
              <w:t xml:space="preserve">work </w:t>
            </w:r>
            <w:r w:rsidRPr="008C538B">
              <w:t>team</w:t>
            </w:r>
          </w:p>
          <w:p w14:paraId="1F459D36" w14:textId="77777777" w:rsidR="008C538B" w:rsidRPr="008C538B" w:rsidRDefault="008C538B" w:rsidP="008C538B">
            <w:pPr>
              <w:pStyle w:val="SIText"/>
            </w:pPr>
            <w:r w:rsidRPr="008C538B">
              <w:t>Assessors of this unit must satisfy the requirements for assessors in applicable vocational education and training legislation, frameworks and/or standards.</w:t>
            </w:r>
          </w:p>
          <w:p w14:paraId="759850B7" w14:textId="7F798A5D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393E9" w14:textId="77777777" w:rsidR="005A6CB6" w:rsidRDefault="005A6CB6" w:rsidP="00BF3F0A">
      <w:r>
        <w:separator/>
      </w:r>
    </w:p>
    <w:p w14:paraId="016E2319" w14:textId="77777777" w:rsidR="005A6CB6" w:rsidRDefault="005A6CB6"/>
  </w:endnote>
  <w:endnote w:type="continuationSeparator" w:id="0">
    <w:p w14:paraId="6A24E97A" w14:textId="77777777" w:rsidR="005A6CB6" w:rsidRDefault="005A6CB6" w:rsidP="00BF3F0A">
      <w:r>
        <w:continuationSeparator/>
      </w:r>
    </w:p>
    <w:p w14:paraId="251DE9EE" w14:textId="77777777" w:rsidR="005A6CB6" w:rsidRDefault="005A6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B541F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1EC3A" w14:textId="77777777" w:rsidR="005A6CB6" w:rsidRDefault="005A6CB6" w:rsidP="00BF3F0A">
      <w:r>
        <w:separator/>
      </w:r>
    </w:p>
    <w:p w14:paraId="08E04604" w14:textId="77777777" w:rsidR="005A6CB6" w:rsidRDefault="005A6CB6"/>
  </w:footnote>
  <w:footnote w:type="continuationSeparator" w:id="0">
    <w:p w14:paraId="2BD04821" w14:textId="77777777" w:rsidR="005A6CB6" w:rsidRDefault="005A6CB6" w:rsidP="00BF3F0A">
      <w:r>
        <w:continuationSeparator/>
      </w:r>
    </w:p>
    <w:p w14:paraId="706BE3B7" w14:textId="77777777" w:rsidR="005A6CB6" w:rsidRDefault="005A6C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E25C4F6" w:rsidR="009C2650" w:rsidRPr="000754EC" w:rsidRDefault="009751F9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4E99" w:rsidRPr="00B94E99">
      <w:t>AHCPER3</w:t>
    </w:r>
    <w:r w:rsidR="004F49B5">
      <w:t>X2</w:t>
    </w:r>
    <w:r w:rsidR="00B94E99" w:rsidRPr="00B94E99">
      <w:t xml:space="preserve"> Use </w:t>
    </w:r>
    <w:r w:rsidR="00DC4DAC">
      <w:t xml:space="preserve">characteristics </w:t>
    </w:r>
    <w:r w:rsidR="0079368E">
      <w:t xml:space="preserve">of </w:t>
    </w:r>
    <w:r w:rsidR="00B94E99" w:rsidRPr="00B94E99">
      <w:t>plant</w:t>
    </w:r>
    <w:r w:rsidR="0079368E">
      <w:t xml:space="preserve"> resilience </w:t>
    </w:r>
    <w:r w:rsidR="00B94E99" w:rsidRPr="00B94E99">
      <w:t>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52406">
    <w:abstractNumId w:val="4"/>
  </w:num>
  <w:num w:numId="2" w16cid:durableId="157686282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765"/>
    <w:rsid w:val="0001108F"/>
    <w:rsid w:val="000115E2"/>
    <w:rsid w:val="000126D0"/>
    <w:rsid w:val="0001296A"/>
    <w:rsid w:val="000136C9"/>
    <w:rsid w:val="00016803"/>
    <w:rsid w:val="00020646"/>
    <w:rsid w:val="00023992"/>
    <w:rsid w:val="000275AE"/>
    <w:rsid w:val="000306F8"/>
    <w:rsid w:val="00041E59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4D97"/>
    <w:rsid w:val="001A6A3E"/>
    <w:rsid w:val="001A7B6D"/>
    <w:rsid w:val="001B091E"/>
    <w:rsid w:val="001B2508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2AA3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2E702B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9B5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6CB6"/>
    <w:rsid w:val="005A74DC"/>
    <w:rsid w:val="005B5146"/>
    <w:rsid w:val="005D0854"/>
    <w:rsid w:val="005D0867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2A8D"/>
    <w:rsid w:val="00631876"/>
    <w:rsid w:val="00633CFE"/>
    <w:rsid w:val="00634FCA"/>
    <w:rsid w:val="00643D1B"/>
    <w:rsid w:val="006452B8"/>
    <w:rsid w:val="00652E62"/>
    <w:rsid w:val="00655D4A"/>
    <w:rsid w:val="0066140A"/>
    <w:rsid w:val="00680367"/>
    <w:rsid w:val="0068453C"/>
    <w:rsid w:val="00686A49"/>
    <w:rsid w:val="00687B62"/>
    <w:rsid w:val="00690C44"/>
    <w:rsid w:val="00692EC8"/>
    <w:rsid w:val="00695C89"/>
    <w:rsid w:val="006969D9"/>
    <w:rsid w:val="006A2B68"/>
    <w:rsid w:val="006B1229"/>
    <w:rsid w:val="006C1365"/>
    <w:rsid w:val="006C2F32"/>
    <w:rsid w:val="006C32DF"/>
    <w:rsid w:val="006D1AF9"/>
    <w:rsid w:val="006D38C3"/>
    <w:rsid w:val="006D4448"/>
    <w:rsid w:val="006D5BD7"/>
    <w:rsid w:val="006D6DFD"/>
    <w:rsid w:val="006D76D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44B23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368E"/>
    <w:rsid w:val="0079402C"/>
    <w:rsid w:val="007A300D"/>
    <w:rsid w:val="007C3331"/>
    <w:rsid w:val="007C36C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A12ED"/>
    <w:rsid w:val="008A39D3"/>
    <w:rsid w:val="008B2C77"/>
    <w:rsid w:val="008B4AD2"/>
    <w:rsid w:val="008B663E"/>
    <w:rsid w:val="008B7138"/>
    <w:rsid w:val="008C538B"/>
    <w:rsid w:val="008D3C8D"/>
    <w:rsid w:val="008E260C"/>
    <w:rsid w:val="008E39BE"/>
    <w:rsid w:val="008E62EC"/>
    <w:rsid w:val="008F32F6"/>
    <w:rsid w:val="008F72EC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199"/>
    <w:rsid w:val="00960F6C"/>
    <w:rsid w:val="00962B62"/>
    <w:rsid w:val="00970747"/>
    <w:rsid w:val="009751F9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663F9"/>
    <w:rsid w:val="00A76C6C"/>
    <w:rsid w:val="00A87356"/>
    <w:rsid w:val="00A87D7B"/>
    <w:rsid w:val="00A92DD1"/>
    <w:rsid w:val="00A97366"/>
    <w:rsid w:val="00AA5338"/>
    <w:rsid w:val="00AA5D02"/>
    <w:rsid w:val="00AA6A2B"/>
    <w:rsid w:val="00AB1B8E"/>
    <w:rsid w:val="00AB3EC1"/>
    <w:rsid w:val="00AB46DE"/>
    <w:rsid w:val="00AB541F"/>
    <w:rsid w:val="00AC0696"/>
    <w:rsid w:val="00AC4C98"/>
    <w:rsid w:val="00AC5F6B"/>
    <w:rsid w:val="00AD3896"/>
    <w:rsid w:val="00AD5B47"/>
    <w:rsid w:val="00AE1ED9"/>
    <w:rsid w:val="00AE32CB"/>
    <w:rsid w:val="00AF3957"/>
    <w:rsid w:val="00AF5DB4"/>
    <w:rsid w:val="00B0712C"/>
    <w:rsid w:val="00B11D14"/>
    <w:rsid w:val="00B12013"/>
    <w:rsid w:val="00B13928"/>
    <w:rsid w:val="00B22C67"/>
    <w:rsid w:val="00B3508F"/>
    <w:rsid w:val="00B376A3"/>
    <w:rsid w:val="00B443EE"/>
    <w:rsid w:val="00B52AAC"/>
    <w:rsid w:val="00B560C8"/>
    <w:rsid w:val="00B61150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BF5BC9"/>
    <w:rsid w:val="00C04238"/>
    <w:rsid w:val="00C12D17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6027"/>
    <w:rsid w:val="00C578E9"/>
    <w:rsid w:val="00C70626"/>
    <w:rsid w:val="00C72860"/>
    <w:rsid w:val="00C72A48"/>
    <w:rsid w:val="00C73582"/>
    <w:rsid w:val="00C73B90"/>
    <w:rsid w:val="00C742EC"/>
    <w:rsid w:val="00C77D12"/>
    <w:rsid w:val="00C955CC"/>
    <w:rsid w:val="00C96AF3"/>
    <w:rsid w:val="00C97CCC"/>
    <w:rsid w:val="00CA0274"/>
    <w:rsid w:val="00CA139A"/>
    <w:rsid w:val="00CB746F"/>
    <w:rsid w:val="00CC451E"/>
    <w:rsid w:val="00CD4E9D"/>
    <w:rsid w:val="00CD4F4D"/>
    <w:rsid w:val="00CE1841"/>
    <w:rsid w:val="00CE7D19"/>
    <w:rsid w:val="00CF0CF5"/>
    <w:rsid w:val="00CF2B3E"/>
    <w:rsid w:val="00D0201F"/>
    <w:rsid w:val="00D03685"/>
    <w:rsid w:val="00D05D96"/>
    <w:rsid w:val="00D07D4E"/>
    <w:rsid w:val="00D115AA"/>
    <w:rsid w:val="00D145BE"/>
    <w:rsid w:val="00D2035A"/>
    <w:rsid w:val="00D20C57"/>
    <w:rsid w:val="00D20FFE"/>
    <w:rsid w:val="00D25D16"/>
    <w:rsid w:val="00D32124"/>
    <w:rsid w:val="00D36C9F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2ADF"/>
    <w:rsid w:val="00D87D32"/>
    <w:rsid w:val="00D91188"/>
    <w:rsid w:val="00D92C83"/>
    <w:rsid w:val="00D975B7"/>
    <w:rsid w:val="00DA0A81"/>
    <w:rsid w:val="00DA3C10"/>
    <w:rsid w:val="00DA53B5"/>
    <w:rsid w:val="00DC1D69"/>
    <w:rsid w:val="00DC4DAC"/>
    <w:rsid w:val="00DC5A3A"/>
    <w:rsid w:val="00DD0726"/>
    <w:rsid w:val="00E05529"/>
    <w:rsid w:val="00E238E6"/>
    <w:rsid w:val="00E34CD8"/>
    <w:rsid w:val="00E35064"/>
    <w:rsid w:val="00E3681D"/>
    <w:rsid w:val="00E36A53"/>
    <w:rsid w:val="00E40225"/>
    <w:rsid w:val="00E4046B"/>
    <w:rsid w:val="00E46FBD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0096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3D7C"/>
    <w:rsid w:val="00FB232E"/>
    <w:rsid w:val="00FB5AF8"/>
    <w:rsid w:val="00FB6386"/>
    <w:rsid w:val="00FD557D"/>
    <w:rsid w:val="00FE0282"/>
    <w:rsid w:val="00FE124D"/>
    <w:rsid w:val="00FE41A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36C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3DA73-C898-47F6-B503-A50830549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purl.org/dc/dcmitype/"/>
    <ds:schemaRef ds:uri="d50bbff7-d6dd-47d2-864a-cfdc2c3db0f4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ee3a392-9fd5-4e44-986b-b11872d0f85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1468FA3-67D7-48AB-9328-56D29D11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95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17</cp:revision>
  <cp:lastPrinted>2016-05-27T05:21:00Z</cp:lastPrinted>
  <dcterms:created xsi:type="dcterms:W3CDTF">2021-12-07T00:17:00Z</dcterms:created>
  <dcterms:modified xsi:type="dcterms:W3CDTF">2022-05-13T02:30:00Z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